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41" w:rsidRPr="0035083B" w:rsidRDefault="0035083B" w:rsidP="0035083B">
      <w:pPr>
        <w:pStyle w:val="Title"/>
        <w:rPr>
          <w:sz w:val="32"/>
          <w:szCs w:val="32"/>
        </w:rPr>
      </w:pPr>
      <w:r w:rsidRPr="006F6134">
        <w:rPr>
          <w:sz w:val="32"/>
          <w:szCs w:val="32"/>
        </w:rPr>
        <w:t xml:space="preserve">JCTR </w:t>
      </w:r>
      <w:r w:rsidRPr="006F6134">
        <w:rPr>
          <w:i/>
          <w:sz w:val="32"/>
          <w:szCs w:val="32"/>
        </w:rPr>
        <w:t>BASIC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NEEDS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BASKET:</w:t>
      </w:r>
      <w:r>
        <w:rPr>
          <w:sz w:val="32"/>
          <w:szCs w:val="32"/>
        </w:rPr>
        <w:t xml:space="preserve"> CHIPATA</w:t>
      </w:r>
    </w:p>
    <w:p w:rsidR="00FE3EF3" w:rsidRPr="000A0E4B" w:rsidRDefault="00515A93" w:rsidP="00FE3EF3">
      <w:pPr>
        <w:pStyle w:val="Heading2"/>
        <w:rPr>
          <w:lang w:val="en-US"/>
        </w:rPr>
      </w:pPr>
      <w:r>
        <w:rPr>
          <w:lang w:val="en-US"/>
        </w:rPr>
        <w:t>March</w:t>
      </w:r>
      <w:r w:rsidR="000A0E4B">
        <w:rPr>
          <w:lang w:val="en-US"/>
        </w:rPr>
        <w:t xml:space="preserve"> </w:t>
      </w:r>
      <w:r w:rsidR="000A0E4B">
        <w:t>201</w:t>
      </w:r>
      <w:r w:rsidR="000A0E4B">
        <w:rPr>
          <w:lang w:val="en-US"/>
        </w:rPr>
        <w:t>4</w:t>
      </w:r>
    </w:p>
    <w:p w:rsidR="00FE3EF3" w:rsidRDefault="00FE3EF3" w:rsidP="00FE3EF3">
      <w:pPr>
        <w:rPr>
          <w:rFonts w:ascii="Arial Black" w:hAnsi="Arial Black"/>
          <w:b/>
          <w:bCs/>
          <w:sz w:val="16"/>
        </w:rPr>
      </w:pPr>
    </w:p>
    <w:p w:rsidR="005D04D7" w:rsidRDefault="00FE3EF3" w:rsidP="00E874D4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 xml:space="preserve">(A) COST OF BASIC FOOD ITEMS FOR A FAMILY OF FIVE IN </w:t>
      </w:r>
      <w:r w:rsidR="00F64450">
        <w:rPr>
          <w:rFonts w:ascii="Arial Black" w:hAnsi="Arial Black"/>
          <w:b/>
          <w:bCs/>
          <w:sz w:val="16"/>
        </w:rPr>
        <w:t>CHIPATA</w:t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b/>
          <w:bCs/>
          <w:sz w:val="20"/>
          <w:lang w:val="en-US"/>
        </w:rPr>
      </w:pPr>
      <w:r w:rsidRPr="00515A93">
        <w:rPr>
          <w:b/>
          <w:bCs/>
          <w:sz w:val="20"/>
          <w:lang w:val="en-US"/>
        </w:rPr>
        <w:t>Commodity</w:t>
      </w:r>
      <w:r w:rsidRPr="0027200A">
        <w:rPr>
          <w:b/>
          <w:bCs/>
          <w:sz w:val="20"/>
          <w:lang w:val="en-US"/>
        </w:rPr>
        <w:tab/>
      </w:r>
      <w:r w:rsidRPr="00515A93">
        <w:rPr>
          <w:b/>
          <w:bCs/>
          <w:sz w:val="20"/>
          <w:lang w:val="en-US"/>
        </w:rPr>
        <w:t>Quantity</w:t>
      </w:r>
      <w:r w:rsidRPr="0027200A">
        <w:rPr>
          <w:b/>
          <w:bCs/>
          <w:sz w:val="20"/>
          <w:lang w:val="en-US"/>
        </w:rPr>
        <w:tab/>
      </w:r>
      <w:r w:rsidRPr="00515A93">
        <w:rPr>
          <w:b/>
          <w:bCs/>
          <w:sz w:val="20"/>
          <w:lang w:val="en-US"/>
        </w:rPr>
        <w:t>Kwacha</w:t>
      </w:r>
      <w:r w:rsidRPr="0027200A">
        <w:rPr>
          <w:b/>
          <w:bCs/>
          <w:sz w:val="20"/>
          <w:lang w:val="en-US"/>
        </w:rPr>
        <w:tab/>
      </w:r>
      <w:r w:rsidRPr="00515A93">
        <w:rPr>
          <w:b/>
          <w:bCs/>
          <w:sz w:val="20"/>
          <w:lang w:val="en-US"/>
        </w:rPr>
        <w:t>Total</w:t>
      </w:r>
      <w:r w:rsidRPr="0027200A">
        <w:rPr>
          <w:b/>
          <w:bCs/>
          <w:sz w:val="20"/>
          <w:lang w:val="en-US"/>
        </w:rPr>
        <w:tab/>
        <w:t>Kwacha</w:t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 xml:space="preserve">Mealie </w:t>
      </w:r>
      <w:r w:rsidRPr="0027200A">
        <w:rPr>
          <w:color w:val="000000"/>
          <w:sz w:val="20"/>
          <w:lang w:val="en-US"/>
        </w:rPr>
        <w:t>meal (</w:t>
      </w:r>
      <w:r w:rsidRPr="00515A93">
        <w:rPr>
          <w:color w:val="000000"/>
          <w:sz w:val="20"/>
          <w:lang w:val="en-US"/>
        </w:rPr>
        <w:t>breakfast)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 x 25Kgs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70.83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141.66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Beans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3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14.50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43.50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Kapenta (dry)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2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95.00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190.00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Bream, smoked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1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60.00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60.00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Mixed cut meat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4Kgs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22.80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91.20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Dark green vegetable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4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9.50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38.00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Tomatoes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4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6.71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26.84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Onion, large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2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9.42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18.84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Cooking oil (2.5Ltrs)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3 Ltrs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35.83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43.00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27200A">
        <w:rPr>
          <w:color w:val="000000"/>
          <w:sz w:val="20"/>
          <w:lang w:val="en-US"/>
        </w:rPr>
        <w:t>Bread wheat, refined flou</w:t>
      </w:r>
      <w:r w:rsidRPr="00515A93">
        <w:rPr>
          <w:color w:val="000000"/>
          <w:sz w:val="20"/>
          <w:lang w:val="en-US"/>
        </w:rPr>
        <w:t>r, baked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1loaf/day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5.92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177.60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Sugar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6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15.58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46.74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Milk long life (500ml)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4x500mL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4.67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18.68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Tea, powder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1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11.66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11.66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Eggs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2units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10.92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21.84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Salt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 xml:space="preserve">1 </w:t>
      </w:r>
      <w:proofErr w:type="spellStart"/>
      <w:r w:rsidRPr="00515A93">
        <w:rPr>
          <w:color w:val="000000"/>
          <w:sz w:val="20"/>
          <w:lang w:val="en-US"/>
        </w:rPr>
        <w:t>Kgs</w:t>
      </w:r>
      <w:proofErr w:type="spellEnd"/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5.80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5.80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spacing w:before="120"/>
        <w:rPr>
          <w:b/>
          <w:bCs/>
          <w:i/>
          <w:iCs/>
          <w:color w:val="000000"/>
          <w:sz w:val="20"/>
          <w:lang w:val="en-US"/>
        </w:rPr>
      </w:pPr>
      <w:r w:rsidRPr="00515A93">
        <w:rPr>
          <w:b/>
          <w:bCs/>
          <w:i/>
          <w:iCs/>
          <w:color w:val="000000"/>
          <w:sz w:val="20"/>
          <w:lang w:val="en-US"/>
        </w:rPr>
        <w:t>Sub Total</w:t>
      </w:r>
      <w:r w:rsidR="0027200A" w:rsidRPr="0027200A">
        <w:rPr>
          <w:b/>
          <w:bCs/>
          <w:i/>
          <w:iCs/>
          <w:color w:val="000000"/>
          <w:sz w:val="20"/>
          <w:lang w:val="en-US"/>
        </w:rPr>
        <w:tab/>
      </w:r>
      <w:r w:rsidR="0027200A" w:rsidRPr="0027200A">
        <w:rPr>
          <w:b/>
          <w:bCs/>
          <w:i/>
          <w:iCs/>
          <w:color w:val="000000"/>
          <w:sz w:val="20"/>
          <w:lang w:val="en-US"/>
        </w:rPr>
        <w:tab/>
      </w:r>
      <w:r w:rsidR="0027200A" w:rsidRPr="0027200A">
        <w:rPr>
          <w:b/>
          <w:bCs/>
          <w:i/>
          <w:iCs/>
          <w:color w:val="000000"/>
          <w:sz w:val="20"/>
          <w:lang w:val="en-US"/>
        </w:rPr>
        <w:tab/>
      </w:r>
      <w:r w:rsidR="0027200A" w:rsidRPr="0027200A">
        <w:rPr>
          <w:b/>
          <w:bCs/>
          <w:i/>
          <w:iCs/>
          <w:color w:val="000000"/>
          <w:sz w:val="20"/>
          <w:lang w:val="en-US"/>
        </w:rPr>
        <w:tab/>
      </w:r>
      <w:r w:rsidR="0027200A" w:rsidRPr="0027200A">
        <w:rPr>
          <w:b/>
          <w:bCs/>
          <w:i/>
          <w:iCs/>
          <w:color w:val="000000"/>
          <w:sz w:val="20"/>
          <w:lang w:val="en-US"/>
        </w:rPr>
        <w:tab/>
      </w:r>
      <w:r w:rsidRPr="00515A93">
        <w:rPr>
          <w:b/>
          <w:bCs/>
          <w:color w:val="000000"/>
          <w:sz w:val="20"/>
          <w:lang w:val="en-US"/>
        </w:rPr>
        <w:t>935.36</w:t>
      </w:r>
    </w:p>
    <w:p w:rsidR="0027200A" w:rsidRPr="0027200A" w:rsidRDefault="0027200A" w:rsidP="00515A93">
      <w:pPr>
        <w:tabs>
          <w:tab w:val="left" w:pos="3760"/>
          <w:tab w:val="left" w:pos="4979"/>
          <w:tab w:val="left" w:pos="6299"/>
          <w:tab w:val="left" w:pos="8204"/>
        </w:tabs>
        <w:rPr>
          <w:b/>
          <w:bCs/>
          <w:sz w:val="20"/>
        </w:rPr>
      </w:pPr>
    </w:p>
    <w:p w:rsidR="00515A93" w:rsidRPr="0027200A" w:rsidRDefault="00515A93" w:rsidP="00515A93">
      <w:pPr>
        <w:tabs>
          <w:tab w:val="left" w:pos="3760"/>
          <w:tab w:val="left" w:pos="4979"/>
          <w:tab w:val="left" w:pos="6299"/>
          <w:tab w:val="left" w:pos="8204"/>
        </w:tabs>
        <w:rPr>
          <w:color w:val="000000"/>
          <w:sz w:val="20"/>
          <w:lang w:val="en-US"/>
        </w:rPr>
      </w:pPr>
      <w:r w:rsidRPr="0027200A">
        <w:rPr>
          <w:b/>
          <w:bCs/>
          <w:sz w:val="20"/>
        </w:rPr>
        <w:t>(B) COST OF ESSENTIAL NON-FOOD ITEMS</w:t>
      </w: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Charcoal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2x 90Kg bags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84.00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168.00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Soap (</w:t>
      </w:r>
      <w:proofErr w:type="spellStart"/>
      <w:r w:rsidRPr="00515A93">
        <w:rPr>
          <w:color w:val="000000"/>
          <w:sz w:val="20"/>
          <w:lang w:val="en-US"/>
        </w:rPr>
        <w:t>Lifebouy</w:t>
      </w:r>
      <w:proofErr w:type="spellEnd"/>
      <w:r w:rsidRPr="00515A93">
        <w:rPr>
          <w:color w:val="000000"/>
          <w:sz w:val="20"/>
          <w:lang w:val="en-US"/>
        </w:rPr>
        <w:t>)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10 Tablets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2.80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28.00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Wash soap (Boom)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4x400g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5.16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20.64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color w:val="000000"/>
          <w:sz w:val="20"/>
          <w:lang w:val="en-US"/>
        </w:rPr>
        <w:t>Jelly (</w:t>
      </w:r>
      <w:proofErr w:type="spellStart"/>
      <w:r w:rsidRPr="00515A93">
        <w:rPr>
          <w:color w:val="000000"/>
          <w:sz w:val="20"/>
          <w:lang w:val="en-US"/>
        </w:rPr>
        <w:t>e.g</w:t>
      </w:r>
      <w:proofErr w:type="spellEnd"/>
      <w:r w:rsidRPr="00515A93">
        <w:rPr>
          <w:color w:val="000000"/>
          <w:sz w:val="20"/>
          <w:lang w:val="en-US"/>
        </w:rPr>
        <w:t xml:space="preserve"> Vaseline)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1x500ml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9.21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9.21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sz w:val="20"/>
          <w:lang w:val="en-US"/>
        </w:rPr>
        <w:t>Electricity (medium density - fixed)</w:t>
      </w:r>
      <w:r w:rsidRPr="0027200A">
        <w:rPr>
          <w:sz w:val="20"/>
          <w:lang w:val="en-US"/>
        </w:rPr>
        <w:tab/>
      </w:r>
      <w:r w:rsidRPr="0027200A">
        <w:rPr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223.00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223.00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sz w:val="20"/>
          <w:lang w:val="en-US"/>
        </w:rPr>
        <w:t>Water &amp; Sanitation (medium cost - fixed)</w:t>
      </w:r>
      <w:r w:rsidRPr="0027200A">
        <w:rPr>
          <w:sz w:val="20"/>
          <w:lang w:val="en-US"/>
        </w:rPr>
        <w:tab/>
      </w:r>
      <w:r w:rsidRPr="0027200A">
        <w:rPr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184.92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184.92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27200A">
      <w:pPr>
        <w:tabs>
          <w:tab w:val="left" w:pos="3760"/>
          <w:tab w:val="left" w:pos="4979"/>
          <w:tab w:val="left" w:pos="6299"/>
          <w:tab w:val="left" w:pos="8204"/>
        </w:tabs>
        <w:ind w:left="180"/>
        <w:rPr>
          <w:color w:val="000000"/>
          <w:sz w:val="20"/>
          <w:lang w:val="en-US"/>
        </w:rPr>
      </w:pPr>
      <w:r w:rsidRPr="00515A93">
        <w:rPr>
          <w:sz w:val="20"/>
          <w:lang w:val="en-US"/>
        </w:rPr>
        <w:t>Housing (medium density - 3 bedroom)</w:t>
      </w:r>
      <w:r w:rsidRPr="0027200A">
        <w:rPr>
          <w:sz w:val="20"/>
          <w:lang w:val="en-US"/>
        </w:rPr>
        <w:tab/>
      </w:r>
      <w:r w:rsidRPr="0027200A">
        <w:rPr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700.00</w:t>
      </w:r>
      <w:r w:rsidRPr="0027200A">
        <w:rPr>
          <w:color w:val="000000"/>
          <w:sz w:val="20"/>
          <w:lang w:val="en-US"/>
        </w:rPr>
        <w:tab/>
      </w:r>
      <w:r w:rsidRPr="00515A93">
        <w:rPr>
          <w:color w:val="000000"/>
          <w:sz w:val="20"/>
          <w:lang w:val="en-US"/>
        </w:rPr>
        <w:t>700.00</w:t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515A93">
      <w:pPr>
        <w:tabs>
          <w:tab w:val="left" w:pos="3760"/>
          <w:tab w:val="left" w:pos="4979"/>
          <w:tab w:val="left" w:pos="6299"/>
          <w:tab w:val="left" w:pos="8204"/>
        </w:tabs>
        <w:rPr>
          <w:b/>
          <w:bCs/>
          <w:color w:val="000000"/>
          <w:sz w:val="20"/>
          <w:lang w:val="en-US"/>
        </w:rPr>
      </w:pPr>
      <w:r w:rsidRPr="00515A93">
        <w:rPr>
          <w:b/>
          <w:bCs/>
          <w:i/>
          <w:iCs/>
          <w:color w:val="000000"/>
          <w:sz w:val="20"/>
          <w:lang w:val="en-US"/>
        </w:rPr>
        <w:t>Sub Total</w:t>
      </w:r>
      <w:r w:rsidRPr="0027200A">
        <w:rPr>
          <w:b/>
          <w:bCs/>
          <w:i/>
          <w:iCs/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b/>
          <w:bCs/>
          <w:color w:val="000000"/>
          <w:sz w:val="20"/>
          <w:lang w:val="en-US"/>
        </w:rPr>
        <w:tab/>
      </w:r>
      <w:r w:rsidR="0027200A" w:rsidRPr="0027200A">
        <w:rPr>
          <w:b/>
          <w:bCs/>
          <w:color w:val="000000"/>
          <w:sz w:val="20"/>
          <w:lang w:val="en-US"/>
        </w:rPr>
        <w:tab/>
      </w:r>
      <w:r w:rsidRPr="00515A93">
        <w:rPr>
          <w:b/>
          <w:bCs/>
          <w:color w:val="000000"/>
          <w:sz w:val="20"/>
          <w:lang w:val="en-US"/>
        </w:rPr>
        <w:t>1,333.77</w:t>
      </w:r>
    </w:p>
    <w:p w:rsidR="00515A93" w:rsidRPr="0027200A" w:rsidRDefault="00515A93" w:rsidP="00515A93">
      <w:pPr>
        <w:tabs>
          <w:tab w:val="left" w:pos="3760"/>
          <w:tab w:val="left" w:pos="4979"/>
          <w:tab w:val="left" w:pos="6299"/>
          <w:tab w:val="left" w:pos="8204"/>
        </w:tabs>
        <w:rPr>
          <w:color w:val="000000"/>
          <w:sz w:val="20"/>
          <w:lang w:val="en-US"/>
        </w:rPr>
      </w:pP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</w:p>
    <w:p w:rsidR="00515A93" w:rsidRPr="0027200A" w:rsidRDefault="00515A93" w:rsidP="00515A93">
      <w:pPr>
        <w:tabs>
          <w:tab w:val="left" w:pos="3760"/>
          <w:tab w:val="left" w:pos="4979"/>
          <w:tab w:val="left" w:pos="6299"/>
          <w:tab w:val="left" w:pos="8204"/>
        </w:tabs>
        <w:rPr>
          <w:b/>
          <w:bCs/>
          <w:color w:val="000000"/>
          <w:sz w:val="20"/>
          <w:lang w:val="en-US"/>
        </w:rPr>
      </w:pPr>
      <w:r w:rsidRPr="00515A93">
        <w:rPr>
          <w:b/>
          <w:bCs/>
          <w:i/>
          <w:iCs/>
          <w:color w:val="000000"/>
          <w:sz w:val="20"/>
          <w:lang w:val="en-US"/>
        </w:rPr>
        <w:t xml:space="preserve">Total </w:t>
      </w:r>
      <w:r w:rsidRPr="0027200A">
        <w:rPr>
          <w:b/>
          <w:bCs/>
          <w:i/>
          <w:iCs/>
          <w:color w:val="000000"/>
          <w:sz w:val="20"/>
          <w:lang w:val="en-US"/>
        </w:rPr>
        <w:t>for Basic</w:t>
      </w:r>
      <w:r w:rsidRPr="00515A93">
        <w:rPr>
          <w:b/>
          <w:bCs/>
          <w:i/>
          <w:iCs/>
          <w:color w:val="000000"/>
          <w:sz w:val="20"/>
          <w:lang w:val="en-US"/>
        </w:rPr>
        <w:t xml:space="preserve"> Needs Basket</w:t>
      </w:r>
      <w:r w:rsidRPr="0027200A">
        <w:rPr>
          <w:b/>
          <w:bCs/>
          <w:i/>
          <w:iCs/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color w:val="000000"/>
          <w:sz w:val="20"/>
          <w:lang w:val="en-US"/>
        </w:rPr>
        <w:tab/>
      </w:r>
      <w:r w:rsidRPr="0027200A">
        <w:rPr>
          <w:b/>
          <w:bCs/>
          <w:color w:val="000000"/>
          <w:sz w:val="20"/>
          <w:lang w:val="en-US"/>
        </w:rPr>
        <w:tab/>
      </w:r>
      <w:r w:rsidR="0027200A" w:rsidRPr="0027200A">
        <w:rPr>
          <w:b/>
          <w:bCs/>
          <w:color w:val="000000"/>
          <w:sz w:val="20"/>
          <w:lang w:val="en-US"/>
        </w:rPr>
        <w:tab/>
      </w:r>
      <w:r w:rsidRPr="00515A93">
        <w:rPr>
          <w:b/>
          <w:bCs/>
          <w:color w:val="000000"/>
          <w:sz w:val="20"/>
          <w:lang w:val="en-US"/>
        </w:rPr>
        <w:t>2,269.13</w:t>
      </w:r>
    </w:p>
    <w:p w:rsidR="00D870E5" w:rsidRPr="00525A5B" w:rsidRDefault="00D870E5" w:rsidP="0027200A">
      <w:pPr>
        <w:tabs>
          <w:tab w:val="left" w:pos="3616"/>
          <w:tab w:val="left" w:pos="4877"/>
          <w:tab w:val="left" w:pos="6137"/>
          <w:tab w:val="left" w:pos="7488"/>
          <w:tab w:val="left" w:pos="8748"/>
        </w:tabs>
        <w:rPr>
          <w:b/>
          <w:bCs/>
          <w:sz w:val="6"/>
          <w:szCs w:val="16"/>
          <w:lang w:val="en-US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05"/>
        <w:gridCol w:w="686"/>
        <w:gridCol w:w="688"/>
        <w:gridCol w:w="686"/>
        <w:gridCol w:w="690"/>
        <w:gridCol w:w="686"/>
        <w:gridCol w:w="644"/>
        <w:gridCol w:w="686"/>
        <w:gridCol w:w="686"/>
        <w:gridCol w:w="747"/>
        <w:gridCol w:w="747"/>
        <w:gridCol w:w="743"/>
        <w:gridCol w:w="747"/>
        <w:gridCol w:w="747"/>
      </w:tblGrid>
      <w:tr w:rsidR="0027200A" w:rsidRPr="00D50685" w:rsidTr="0027200A">
        <w:trPr>
          <w:trHeight w:val="637"/>
          <w:tblCellSpacing w:w="15" w:type="dxa"/>
        </w:trPr>
        <w:tc>
          <w:tcPr>
            <w:tcW w:w="381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200A" w:rsidRPr="00D50685" w:rsidRDefault="0027200A" w:rsidP="009552BC">
            <w:pPr>
              <w:jc w:val="center"/>
              <w:rPr>
                <w:b/>
                <w:bCs/>
                <w:sz w:val="20"/>
              </w:rPr>
            </w:pPr>
            <w:r w:rsidRPr="00D50685"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27200A" w:rsidRDefault="0027200A" w:rsidP="00AC0404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Feb 13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27200A" w:rsidRDefault="0027200A" w:rsidP="0090421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Mar 13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27200A" w:rsidRDefault="0027200A" w:rsidP="00EB1088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Apr 13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7200A" w:rsidRDefault="0027200A" w:rsidP="004E780D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May 13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27200A" w:rsidRDefault="0027200A" w:rsidP="00113690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Jun 13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27200A" w:rsidRDefault="0027200A" w:rsidP="00D24C99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Jul 13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27200A" w:rsidRDefault="0027200A" w:rsidP="0070245E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Aug 13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27200A" w:rsidRDefault="0027200A" w:rsidP="00FA34CE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Sep 13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27200A" w:rsidRDefault="0027200A" w:rsidP="00422FB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Oct 13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27200A" w:rsidRDefault="0027200A" w:rsidP="00281AC5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Nov 13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27200A" w:rsidRDefault="0027200A" w:rsidP="00211AD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Dec 13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27200A" w:rsidRDefault="0027200A" w:rsidP="005207FD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Jan 14</w:t>
            </w:r>
          </w:p>
        </w:tc>
        <w:tc>
          <w:tcPr>
            <w:tcW w:w="351" w:type="pct"/>
            <w:shd w:val="clear" w:color="auto" w:fill="FFFFFF"/>
            <w:vAlign w:val="center"/>
          </w:tcPr>
          <w:p w:rsidR="0027200A" w:rsidRDefault="0027200A" w:rsidP="0027200A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Feb 14</w:t>
            </w:r>
          </w:p>
        </w:tc>
      </w:tr>
      <w:tr w:rsidR="0027200A" w:rsidRPr="00211AD3" w:rsidTr="0027200A">
        <w:trPr>
          <w:tblCellSpacing w:w="15" w:type="dxa"/>
        </w:trPr>
        <w:tc>
          <w:tcPr>
            <w:tcW w:w="38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200A" w:rsidRPr="00D50685" w:rsidRDefault="0027200A" w:rsidP="00211AD3">
            <w:pPr>
              <w:jc w:val="center"/>
              <w:rPr>
                <w:sz w:val="16"/>
              </w:rPr>
            </w:pPr>
            <w:r w:rsidRPr="00D50685">
              <w:rPr>
                <w:sz w:val="16"/>
              </w:rPr>
              <w:t>Amount</w:t>
            </w:r>
            <w:r>
              <w:rPr>
                <w:sz w:val="16"/>
              </w:rPr>
              <w:t xml:space="preserve"> (K)</w:t>
            </w:r>
          </w:p>
        </w:tc>
        <w:tc>
          <w:tcPr>
            <w:tcW w:w="328" w:type="pct"/>
            <w:vAlign w:val="center"/>
          </w:tcPr>
          <w:p w:rsidR="0027200A" w:rsidRPr="004E780D" w:rsidRDefault="0027200A" w:rsidP="00211AD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2,050,57</w:t>
            </w:r>
          </w:p>
        </w:tc>
        <w:tc>
          <w:tcPr>
            <w:tcW w:w="329" w:type="pct"/>
            <w:vAlign w:val="center"/>
          </w:tcPr>
          <w:p w:rsidR="0027200A" w:rsidRPr="004E780D" w:rsidRDefault="0027200A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2,056.97</w:t>
            </w:r>
          </w:p>
        </w:tc>
        <w:tc>
          <w:tcPr>
            <w:tcW w:w="328" w:type="pct"/>
            <w:vAlign w:val="center"/>
          </w:tcPr>
          <w:p w:rsidR="0027200A" w:rsidRPr="004E780D" w:rsidRDefault="0027200A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2,153.57</w:t>
            </w:r>
          </w:p>
        </w:tc>
        <w:tc>
          <w:tcPr>
            <w:tcW w:w="330" w:type="pct"/>
            <w:vAlign w:val="center"/>
          </w:tcPr>
          <w:p w:rsidR="0027200A" w:rsidRPr="004E780D" w:rsidRDefault="0027200A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2,152.17</w:t>
            </w:r>
          </w:p>
        </w:tc>
        <w:tc>
          <w:tcPr>
            <w:tcW w:w="328" w:type="pct"/>
            <w:vAlign w:val="center"/>
          </w:tcPr>
          <w:p w:rsidR="0027200A" w:rsidRPr="004E780D" w:rsidRDefault="0027200A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13690">
              <w:rPr>
                <w:b/>
                <w:bCs/>
                <w:color w:val="000000"/>
                <w:sz w:val="16"/>
                <w:szCs w:val="16"/>
              </w:rPr>
              <w:t>2,154.12</w:t>
            </w:r>
          </w:p>
        </w:tc>
        <w:tc>
          <w:tcPr>
            <w:tcW w:w="307" w:type="pct"/>
            <w:vAlign w:val="center"/>
          </w:tcPr>
          <w:p w:rsidR="0027200A" w:rsidRPr="00113690" w:rsidRDefault="0027200A" w:rsidP="00211A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24C99">
              <w:rPr>
                <w:b/>
                <w:bCs/>
                <w:color w:val="000000"/>
                <w:sz w:val="16"/>
                <w:lang w:eastAsia="en-GB"/>
              </w:rPr>
              <w:t>2,165.84</w:t>
            </w:r>
          </w:p>
        </w:tc>
        <w:tc>
          <w:tcPr>
            <w:tcW w:w="328" w:type="pct"/>
            <w:vAlign w:val="center"/>
          </w:tcPr>
          <w:p w:rsidR="0027200A" w:rsidRPr="00D24C99" w:rsidRDefault="0027200A" w:rsidP="00211AD3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70245E">
              <w:rPr>
                <w:b/>
                <w:bCs/>
                <w:color w:val="000000"/>
                <w:sz w:val="16"/>
                <w:lang w:eastAsia="en-GB"/>
              </w:rPr>
              <w:t>2,181.34</w:t>
            </w:r>
          </w:p>
        </w:tc>
        <w:tc>
          <w:tcPr>
            <w:tcW w:w="328" w:type="pct"/>
            <w:vAlign w:val="center"/>
          </w:tcPr>
          <w:p w:rsidR="0027200A" w:rsidRPr="0070245E" w:rsidRDefault="0027200A" w:rsidP="00211AD3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FA34CE">
              <w:rPr>
                <w:b/>
                <w:bCs/>
                <w:color w:val="000000"/>
                <w:sz w:val="16"/>
                <w:szCs w:val="16"/>
                <w:lang w:val="en-US"/>
              </w:rPr>
              <w:t>2,182.48</w:t>
            </w:r>
          </w:p>
        </w:tc>
        <w:tc>
          <w:tcPr>
            <w:tcW w:w="359" w:type="pct"/>
            <w:vAlign w:val="center"/>
          </w:tcPr>
          <w:p w:rsidR="0027200A" w:rsidRPr="00FA34CE" w:rsidRDefault="0027200A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281AC5">
              <w:rPr>
                <w:b/>
                <w:bCs/>
                <w:color w:val="000000"/>
                <w:sz w:val="16"/>
                <w:szCs w:val="16"/>
                <w:lang w:val="en-US"/>
              </w:rPr>
              <w:t>2,184.85</w:t>
            </w:r>
          </w:p>
        </w:tc>
        <w:tc>
          <w:tcPr>
            <w:tcW w:w="359" w:type="pct"/>
            <w:vAlign w:val="center"/>
          </w:tcPr>
          <w:p w:rsidR="0027200A" w:rsidRPr="001B54ED" w:rsidRDefault="0027200A" w:rsidP="00211AD3">
            <w:pPr>
              <w:jc w:val="center"/>
              <w:rPr>
                <w:b/>
                <w:bCs/>
                <w:color w:val="000000"/>
                <w:sz w:val="20"/>
                <w:szCs w:val="16"/>
                <w:lang w:val="en-US"/>
              </w:rPr>
            </w:pPr>
            <w:r w:rsidRPr="00281AC5">
              <w:rPr>
                <w:b/>
                <w:bCs/>
                <w:color w:val="000000"/>
                <w:sz w:val="16"/>
                <w:szCs w:val="16"/>
                <w:lang w:val="en-US"/>
              </w:rPr>
              <w:t>2,184.85</w:t>
            </w:r>
          </w:p>
        </w:tc>
        <w:tc>
          <w:tcPr>
            <w:tcW w:w="357" w:type="pct"/>
            <w:vAlign w:val="center"/>
          </w:tcPr>
          <w:p w:rsidR="0027200A" w:rsidRPr="00211AD3" w:rsidRDefault="0027200A" w:rsidP="00211AD3">
            <w:pPr>
              <w:tabs>
                <w:tab w:val="left" w:pos="3797"/>
                <w:tab w:val="left" w:pos="5028"/>
                <w:tab w:val="left" w:pos="6259"/>
                <w:tab w:val="left" w:pos="8184"/>
              </w:tabs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211AD3">
              <w:rPr>
                <w:b/>
                <w:bCs/>
                <w:color w:val="000000"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59" w:type="pct"/>
            <w:vAlign w:val="center"/>
          </w:tcPr>
          <w:p w:rsidR="0027200A" w:rsidRPr="00211AD3" w:rsidRDefault="0027200A" w:rsidP="005207FD">
            <w:pPr>
              <w:tabs>
                <w:tab w:val="left" w:pos="3797"/>
                <w:tab w:val="left" w:pos="5028"/>
                <w:tab w:val="left" w:pos="6259"/>
                <w:tab w:val="left" w:pos="8184"/>
              </w:tabs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51" w:type="pct"/>
            <w:vAlign w:val="center"/>
          </w:tcPr>
          <w:p w:rsidR="0027200A" w:rsidRPr="00BF066A" w:rsidRDefault="0027200A" w:rsidP="0027200A">
            <w:pPr>
              <w:tabs>
                <w:tab w:val="left" w:pos="3797"/>
                <w:tab w:val="left" w:pos="5028"/>
                <w:tab w:val="left" w:pos="6259"/>
                <w:tab w:val="left" w:pos="8184"/>
              </w:tabs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2,219.13</w:t>
            </w:r>
          </w:p>
        </w:tc>
      </w:tr>
    </w:tbl>
    <w:p w:rsidR="00FE3EF3" w:rsidRDefault="00FE3EF3" w:rsidP="004B2B7A">
      <w:pPr>
        <w:rPr>
          <w:b/>
          <w:bCs/>
          <w:sz w:val="12"/>
        </w:rPr>
      </w:pPr>
    </w:p>
    <w:p w:rsidR="00FE3EF3" w:rsidRDefault="00FE3EF3" w:rsidP="00FE3EF3">
      <w:pPr>
        <w:pBdr>
          <w:top w:val="single" w:sz="24" w:space="2" w:color="auto"/>
        </w:pBdr>
        <w:rPr>
          <w:sz w:val="12"/>
        </w:rPr>
      </w:pPr>
    </w:p>
    <w:p w:rsidR="00FE3EF3" w:rsidRDefault="00FE3EF3" w:rsidP="00FE3EF3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</w:p>
    <w:p w:rsidR="00FE3EF3" w:rsidRDefault="00FE3EF3" w:rsidP="00FE3EF3">
      <w:pPr>
        <w:rPr>
          <w:rFonts w:ascii="Arial Black" w:hAnsi="Arial Black"/>
          <w:sz w:val="16"/>
        </w:rPr>
      </w:pPr>
    </w:p>
    <w:p w:rsidR="00FE3EF3" w:rsidRDefault="00FE3EF3" w:rsidP="00FE3EF3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E7675">
        <w:rPr>
          <w:b/>
          <w:bCs/>
          <w:sz w:val="20"/>
        </w:rPr>
        <w:t>K</w:t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  <w:t>Item</w:t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FE3EF3" w:rsidRDefault="001E7675" w:rsidP="00FE3EF3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FE3EF3">
        <w:rPr>
          <w:sz w:val="20"/>
        </w:rPr>
        <w:tab/>
        <w:t xml:space="preserve">Health </w:t>
      </w:r>
      <w:r w:rsidR="00FE3EF3">
        <w:rPr>
          <w:sz w:val="20"/>
        </w:rPr>
        <w:tab/>
      </w:r>
      <w:r w:rsidR="00FE3EF3">
        <w:rPr>
          <w:sz w:val="20"/>
        </w:rPr>
        <w:tab/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1-7 (</w:t>
      </w:r>
      <w:proofErr w:type="spellStart"/>
      <w:r>
        <w:rPr>
          <w:sz w:val="20"/>
        </w:rPr>
        <w:t>PT</w:t>
      </w:r>
      <w:r w:rsidR="001E7675">
        <w:rPr>
          <w:sz w:val="20"/>
        </w:rPr>
        <w:t>A+Project</w:t>
      </w:r>
      <w:proofErr w:type="spellEnd"/>
      <w:r w:rsidR="001E7675">
        <w:rPr>
          <w:sz w:val="20"/>
        </w:rPr>
        <w:t>/year)</w:t>
      </w:r>
      <w:r w:rsidR="001E7675">
        <w:rPr>
          <w:sz w:val="20"/>
        </w:rPr>
        <w:tab/>
        <w:t>K</w:t>
      </w:r>
      <w:r w:rsidR="00C5235F">
        <w:rPr>
          <w:sz w:val="20"/>
        </w:rPr>
        <w:t>10</w:t>
      </w:r>
      <w:r w:rsidR="003207F7">
        <w:rPr>
          <w:sz w:val="20"/>
        </w:rPr>
        <w:t>0.00</w:t>
      </w:r>
      <w:r w:rsidR="001E7675">
        <w:rPr>
          <w:sz w:val="20"/>
        </w:rPr>
        <w:tab/>
      </w:r>
      <w:r w:rsidR="006E76EF">
        <w:rPr>
          <w:sz w:val="20"/>
        </w:rPr>
        <w:tab/>
      </w:r>
      <w:r w:rsidR="001E7675">
        <w:rPr>
          <w:sz w:val="20"/>
        </w:rPr>
        <w:tab/>
        <w:t xml:space="preserve">  </w:t>
      </w:r>
      <w:r w:rsidR="003600E7">
        <w:rPr>
          <w:sz w:val="20"/>
        </w:rPr>
        <w:t>Consultation Fee</w:t>
      </w:r>
      <w:r w:rsidR="003600E7">
        <w:rPr>
          <w:sz w:val="20"/>
        </w:rPr>
        <w:tab/>
      </w:r>
      <w:r w:rsidR="003600E7">
        <w:rPr>
          <w:sz w:val="20"/>
        </w:rPr>
        <w:tab/>
      </w:r>
      <w:r w:rsidR="00C5235F">
        <w:rPr>
          <w:sz w:val="20"/>
        </w:rPr>
        <w:t>K20.00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8-9 (Us</w:t>
      </w:r>
      <w:r w:rsidR="001E7675">
        <w:rPr>
          <w:sz w:val="20"/>
        </w:rPr>
        <w:t>er+PTA/year)</w:t>
      </w:r>
      <w:r w:rsidR="001E7675">
        <w:rPr>
          <w:sz w:val="20"/>
        </w:rPr>
        <w:tab/>
        <w:t>K300</w:t>
      </w:r>
      <w:r w:rsidR="003207F7">
        <w:rPr>
          <w:sz w:val="20"/>
        </w:rPr>
        <w:t>.00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6E76EF">
        <w:rPr>
          <w:sz w:val="20"/>
        </w:rPr>
        <w:tab/>
      </w:r>
      <w:r>
        <w:rPr>
          <w:sz w:val="20"/>
        </w:rPr>
        <w:t xml:space="preserve">  </w:t>
      </w:r>
      <w:r w:rsidR="001E7675">
        <w:rPr>
          <w:sz w:val="20"/>
        </w:rPr>
        <w:t>Mosquito Net (pregnant / ↓5)</w:t>
      </w:r>
      <w:r w:rsidR="001E7675">
        <w:rPr>
          <w:sz w:val="20"/>
        </w:rPr>
        <w:tab/>
        <w:t>K5</w:t>
      </w:r>
      <w:r w:rsidR="003207F7">
        <w:rPr>
          <w:sz w:val="20"/>
        </w:rPr>
        <w:t>.00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10-12 (</w:t>
      </w:r>
      <w:proofErr w:type="spellStart"/>
      <w:r>
        <w:rPr>
          <w:sz w:val="20"/>
        </w:rPr>
        <w:t>User</w:t>
      </w:r>
      <w:r w:rsidR="00C5235F">
        <w:rPr>
          <w:sz w:val="20"/>
        </w:rPr>
        <w:t>+PTA</w:t>
      </w:r>
      <w:proofErr w:type="spellEnd"/>
      <w:r w:rsidR="00C5235F">
        <w:rPr>
          <w:sz w:val="20"/>
        </w:rPr>
        <w:t>/year)</w:t>
      </w:r>
      <w:r w:rsidR="00C5235F">
        <w:rPr>
          <w:sz w:val="20"/>
        </w:rPr>
        <w:tab/>
        <w:t>K5</w:t>
      </w:r>
      <w:r w:rsidR="001E7675">
        <w:rPr>
          <w:sz w:val="20"/>
        </w:rPr>
        <w:t>50</w:t>
      </w:r>
      <w:r w:rsidR="003207F7">
        <w:rPr>
          <w:sz w:val="20"/>
        </w:rPr>
        <w:t>.00</w:t>
      </w:r>
      <w:r w:rsidR="003207F7">
        <w:rPr>
          <w:sz w:val="20"/>
        </w:rPr>
        <w:tab/>
      </w:r>
      <w:r w:rsidR="003600E7">
        <w:rPr>
          <w:sz w:val="20"/>
        </w:rPr>
        <w:tab/>
      </w:r>
      <w:r w:rsidR="006E76EF">
        <w:rPr>
          <w:sz w:val="20"/>
        </w:rPr>
        <w:tab/>
      </w:r>
      <w:r w:rsidR="003600E7">
        <w:rPr>
          <w:sz w:val="20"/>
        </w:rPr>
        <w:t xml:space="preserve">  Malaria Tests (private)</w:t>
      </w:r>
      <w:r w:rsidR="003600E7">
        <w:rPr>
          <w:sz w:val="20"/>
        </w:rPr>
        <w:tab/>
      </w:r>
      <w:r w:rsidR="003600E7">
        <w:rPr>
          <w:sz w:val="20"/>
        </w:rPr>
        <w:tab/>
        <w:t>K7</w:t>
      </w:r>
      <w:r w:rsidR="003207F7">
        <w:rPr>
          <w:sz w:val="20"/>
        </w:rPr>
        <w:t>.00</w:t>
      </w:r>
    </w:p>
    <w:p w:rsidR="00FE3EF3" w:rsidRDefault="001E7675" w:rsidP="00FE3EF3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K200</w:t>
      </w:r>
      <w:r w:rsidR="003207F7">
        <w:rPr>
          <w:sz w:val="20"/>
        </w:rPr>
        <w:t>.00</w:t>
      </w:r>
      <w:r>
        <w:rPr>
          <w:sz w:val="20"/>
        </w:rPr>
        <w:t xml:space="preserve"> – K25</w:t>
      </w:r>
      <w:r w:rsidR="00FE3EF3">
        <w:rPr>
          <w:sz w:val="20"/>
        </w:rPr>
        <w:t>0</w:t>
      </w:r>
      <w:r w:rsidR="003207F7">
        <w:rPr>
          <w:sz w:val="20"/>
        </w:rPr>
        <w:t>.00</w:t>
      </w:r>
      <w:r w:rsidR="00FE3EF3">
        <w:rPr>
          <w:sz w:val="20"/>
        </w:rPr>
        <w:tab/>
      </w:r>
      <w:r w:rsidR="00AB4981">
        <w:rPr>
          <w:sz w:val="20"/>
        </w:rPr>
        <w:t xml:space="preserve">  CD4 count (private)</w:t>
      </w:r>
      <w:r w:rsidR="00AB4981">
        <w:rPr>
          <w:sz w:val="20"/>
        </w:rPr>
        <w:tab/>
      </w:r>
      <w:r w:rsidR="00AB4981">
        <w:rPr>
          <w:sz w:val="20"/>
        </w:rPr>
        <w:tab/>
        <w:t>K30</w:t>
      </w:r>
      <w:r w:rsidR="003207F7">
        <w:rPr>
          <w:sz w:val="20"/>
        </w:rPr>
        <w:t>.00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 w:rsidR="00AB4981">
        <w:rPr>
          <w:sz w:val="20"/>
        </w:rPr>
        <w:tab/>
      </w:r>
      <w:r w:rsidR="00AB4981">
        <w:rPr>
          <w:sz w:val="20"/>
        </w:rPr>
        <w:tab/>
        <w:t>Fuel (cost at the pump)</w:t>
      </w:r>
      <w:r w:rsidR="001E7675">
        <w:rPr>
          <w:sz w:val="20"/>
        </w:rPr>
        <w:tab/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</w:t>
      </w:r>
      <w:r w:rsidR="006023BB">
        <w:rPr>
          <w:sz w:val="20"/>
        </w:rPr>
        <w:t xml:space="preserve">Border </w:t>
      </w:r>
      <w:r w:rsidR="001E7675">
        <w:rPr>
          <w:sz w:val="20"/>
        </w:rPr>
        <w:t>-Town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1E7675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40</w:t>
      </w:r>
      <w:r w:rsidR="003207F7">
        <w:rPr>
          <w:sz w:val="20"/>
        </w:rPr>
        <w:t>.00</w:t>
      </w:r>
      <w:r w:rsidR="003207F7">
        <w:rPr>
          <w:sz w:val="20"/>
        </w:rPr>
        <w:tab/>
      </w:r>
      <w:r w:rsidR="006E76EF">
        <w:rPr>
          <w:sz w:val="20"/>
        </w:rPr>
        <w:tab/>
      </w:r>
      <w:r w:rsidR="001E7675">
        <w:rPr>
          <w:sz w:val="20"/>
        </w:rPr>
        <w:tab/>
        <w:t xml:space="preserve">  </w:t>
      </w:r>
      <w:r w:rsidR="00AB4981">
        <w:rPr>
          <w:sz w:val="20"/>
        </w:rPr>
        <w:t>Petrol (per litre)</w:t>
      </w:r>
      <w:r w:rsidR="00AB4981">
        <w:rPr>
          <w:sz w:val="20"/>
        </w:rPr>
        <w:tab/>
      </w:r>
      <w:r w:rsidR="00AB4981">
        <w:rPr>
          <w:sz w:val="20"/>
        </w:rPr>
        <w:tab/>
      </w:r>
      <w:r w:rsidR="001E7675">
        <w:rPr>
          <w:sz w:val="20"/>
        </w:rPr>
        <w:tab/>
      </w:r>
      <w:r w:rsidR="00EB1088">
        <w:rPr>
          <w:sz w:val="20"/>
        </w:rPr>
        <w:t>K9</w:t>
      </w:r>
      <w:r w:rsidR="003207F7">
        <w:rPr>
          <w:sz w:val="20"/>
        </w:rPr>
        <w:t>.91</w:t>
      </w:r>
    </w:p>
    <w:p w:rsidR="00FE3EF3" w:rsidRDefault="00FE3EF3" w:rsidP="00FE3E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6023BB">
        <w:rPr>
          <w:sz w:val="20"/>
        </w:rPr>
        <w:t>Gonder</w:t>
      </w:r>
      <w:proofErr w:type="spellEnd"/>
      <w:r w:rsidR="001E7675">
        <w:rPr>
          <w:sz w:val="20"/>
        </w:rPr>
        <w:t>-Town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1E7675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20</w:t>
      </w:r>
      <w:r w:rsidR="003207F7">
        <w:rPr>
          <w:sz w:val="20"/>
        </w:rPr>
        <w:t>.00</w:t>
      </w:r>
      <w:r w:rsidR="006E76EF">
        <w:rPr>
          <w:sz w:val="20"/>
        </w:rPr>
        <w:t xml:space="preserve">  </w:t>
      </w:r>
      <w:r>
        <w:rPr>
          <w:sz w:val="20"/>
        </w:rPr>
        <w:tab/>
      </w:r>
      <w:r w:rsidR="001E7675">
        <w:rPr>
          <w:sz w:val="20"/>
        </w:rPr>
        <w:tab/>
        <w:t xml:space="preserve"> </w:t>
      </w:r>
      <w:r w:rsidR="006E76EF">
        <w:rPr>
          <w:sz w:val="20"/>
        </w:rPr>
        <w:tab/>
      </w:r>
      <w:r w:rsidR="001E7675">
        <w:rPr>
          <w:sz w:val="20"/>
        </w:rPr>
        <w:t xml:space="preserve"> </w:t>
      </w:r>
      <w:r w:rsidR="006E76EF">
        <w:rPr>
          <w:sz w:val="20"/>
        </w:rPr>
        <w:t xml:space="preserve"> </w:t>
      </w:r>
      <w:r w:rsidR="00AB4981">
        <w:rPr>
          <w:sz w:val="20"/>
        </w:rPr>
        <w:t>Diesel (per litre)</w:t>
      </w:r>
      <w:r w:rsidR="00AB4981">
        <w:rPr>
          <w:sz w:val="20"/>
        </w:rPr>
        <w:tab/>
      </w:r>
      <w:r w:rsidR="001E7675">
        <w:rPr>
          <w:sz w:val="20"/>
        </w:rPr>
        <w:tab/>
      </w:r>
      <w:r w:rsidR="00EB1088">
        <w:rPr>
          <w:sz w:val="20"/>
        </w:rPr>
        <w:tab/>
        <w:t>K9</w:t>
      </w:r>
      <w:r w:rsidR="003207F7">
        <w:rPr>
          <w:sz w:val="20"/>
        </w:rPr>
        <w:t>.20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</w:t>
      </w:r>
      <w:r w:rsidR="006023BB">
        <w:rPr>
          <w:sz w:val="20"/>
        </w:rPr>
        <w:t xml:space="preserve">Kapata </w:t>
      </w:r>
      <w:r>
        <w:rPr>
          <w:sz w:val="20"/>
        </w:rPr>
        <w:t>– Town</w:t>
      </w:r>
      <w:r>
        <w:rPr>
          <w:sz w:val="20"/>
        </w:rPr>
        <w:tab/>
      </w:r>
      <w:r>
        <w:rPr>
          <w:sz w:val="20"/>
        </w:rPr>
        <w:tab/>
      </w:r>
      <w:r w:rsidR="006023BB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30</w:t>
      </w:r>
      <w:r w:rsidR="003207F7">
        <w:rPr>
          <w:sz w:val="20"/>
        </w:rPr>
        <w:t>.00</w:t>
      </w:r>
      <w:r w:rsidR="006E76EF">
        <w:rPr>
          <w:sz w:val="20"/>
        </w:rPr>
        <w:tab/>
      </w:r>
      <w:r w:rsidR="00AB4981">
        <w:rPr>
          <w:sz w:val="20"/>
        </w:rPr>
        <w:tab/>
      </w:r>
      <w:r w:rsidR="00EB1088">
        <w:rPr>
          <w:sz w:val="20"/>
        </w:rPr>
        <w:tab/>
        <w:t xml:space="preserve">  Paraffin (per litre)</w:t>
      </w:r>
      <w:r w:rsidR="00EB1088">
        <w:rPr>
          <w:sz w:val="20"/>
        </w:rPr>
        <w:tab/>
      </w:r>
      <w:r w:rsidR="00EB1088">
        <w:rPr>
          <w:sz w:val="20"/>
        </w:rPr>
        <w:tab/>
        <w:t>K6</w:t>
      </w:r>
      <w:r w:rsidR="003207F7">
        <w:rPr>
          <w:sz w:val="20"/>
        </w:rPr>
        <w:t>.83</w:t>
      </w:r>
    </w:p>
    <w:p w:rsidR="00FE3EF3" w:rsidRDefault="00FE3EF3" w:rsidP="00FE3EF3">
      <w:pPr>
        <w:ind w:left="720"/>
        <w:rPr>
          <w:sz w:val="12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</w:p>
    <w:p w:rsidR="00FE3EF3" w:rsidRDefault="00FE3EF3" w:rsidP="00FE3EF3">
      <w:pPr>
        <w:pBdr>
          <w:top w:val="single" w:sz="24" w:space="2" w:color="auto"/>
        </w:pBdr>
        <w:rPr>
          <w:sz w:val="8"/>
          <w:szCs w:val="8"/>
        </w:rPr>
      </w:pPr>
    </w:p>
    <w:p w:rsidR="00020135" w:rsidRDefault="00020135" w:rsidP="00286C03">
      <w:pPr>
        <w:spacing w:after="120"/>
        <w:jc w:val="both"/>
        <w:rPr>
          <w:rFonts w:ascii="Arial Black" w:hAnsi="Arial Black" w:cs="Arial"/>
          <w:b/>
          <w:bCs/>
          <w:sz w:val="16"/>
          <w:szCs w:val="24"/>
          <w:lang w:val="en-US"/>
        </w:rPr>
      </w:pPr>
      <w:r w:rsidRPr="00020135">
        <w:rPr>
          <w:rFonts w:ascii="Arial Black" w:hAnsi="Arial Black" w:cs="Arial"/>
          <w:b/>
          <w:bCs/>
          <w:sz w:val="16"/>
          <w:szCs w:val="24"/>
          <w:lang w:val="en-US"/>
        </w:rPr>
        <w:t xml:space="preserve">(D) A COMPARISON OF COSTS </w:t>
      </w:r>
      <w:r w:rsidR="006E76EF">
        <w:rPr>
          <w:rFonts w:ascii="Arial Black" w:hAnsi="Arial Black" w:cs="Arial"/>
          <w:b/>
          <w:bCs/>
          <w:sz w:val="16"/>
          <w:szCs w:val="24"/>
          <w:lang w:val="en-US"/>
        </w:rPr>
        <w:t>(in K</w:t>
      </w:r>
      <w:r w:rsidR="000652AE">
        <w:rPr>
          <w:rFonts w:ascii="Arial Black" w:hAnsi="Arial Black" w:cs="Arial"/>
          <w:b/>
          <w:bCs/>
          <w:sz w:val="16"/>
          <w:szCs w:val="24"/>
          <w:lang w:val="en-US"/>
        </w:rPr>
        <w:t>wacha</w:t>
      </w:r>
      <w:r w:rsidR="005D0618">
        <w:rPr>
          <w:rFonts w:ascii="Arial Black" w:hAnsi="Arial Black" w:cs="Arial"/>
          <w:b/>
          <w:bCs/>
          <w:sz w:val="16"/>
          <w:szCs w:val="24"/>
          <w:lang w:val="en-US"/>
        </w:rPr>
        <w:t xml:space="preserve">) </w:t>
      </w:r>
      <w:r w:rsidRPr="00020135">
        <w:rPr>
          <w:rFonts w:ascii="Arial Black" w:hAnsi="Arial Black" w:cs="Arial"/>
          <w:b/>
          <w:bCs/>
          <w:sz w:val="16"/>
          <w:szCs w:val="24"/>
          <w:lang w:val="en-US"/>
        </w:rPr>
        <w:t>OF BASI</w:t>
      </w:r>
      <w:r w:rsidR="00025D21">
        <w:rPr>
          <w:rFonts w:ascii="Arial Black" w:hAnsi="Arial Black" w:cs="Arial"/>
          <w:b/>
          <w:bCs/>
          <w:sz w:val="16"/>
          <w:szCs w:val="24"/>
          <w:lang w:val="en-US"/>
        </w:rPr>
        <w:t>C</w:t>
      </w:r>
      <w:r w:rsidR="00AC0404">
        <w:rPr>
          <w:rFonts w:ascii="Arial Black" w:hAnsi="Arial Black" w:cs="Arial"/>
          <w:b/>
          <w:bCs/>
          <w:sz w:val="16"/>
          <w:szCs w:val="24"/>
          <w:lang w:val="en-US"/>
        </w:rPr>
        <w:t xml:space="preserve"> NEEDS ACROSS ZAMBIA IN </w:t>
      </w:r>
      <w:r w:rsidR="0027200A">
        <w:rPr>
          <w:rFonts w:ascii="Arial Black" w:hAnsi="Arial Black" w:cs="Arial"/>
          <w:b/>
          <w:bCs/>
          <w:sz w:val="16"/>
          <w:szCs w:val="24"/>
          <w:lang w:val="en-US"/>
        </w:rPr>
        <w:t>MARCH</w:t>
      </w:r>
    </w:p>
    <w:tbl>
      <w:tblPr>
        <w:tblW w:w="451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992"/>
        <w:gridCol w:w="990"/>
        <w:gridCol w:w="989"/>
        <w:gridCol w:w="989"/>
        <w:gridCol w:w="989"/>
        <w:gridCol w:w="888"/>
        <w:gridCol w:w="1114"/>
        <w:gridCol w:w="1034"/>
        <w:gridCol w:w="1135"/>
      </w:tblGrid>
      <w:tr w:rsidR="0027200A" w:rsidRPr="005C6B8C" w:rsidTr="0027200A">
        <w:trPr>
          <w:trHeight w:val="218"/>
          <w:jc w:val="center"/>
        </w:trPr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Solwezi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00A" w:rsidRPr="008306C9" w:rsidRDefault="0027200A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0A" w:rsidRPr="008306C9" w:rsidRDefault="0027200A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200A" w:rsidRPr="008306C9" w:rsidRDefault="0027200A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0A" w:rsidRPr="008306C9" w:rsidRDefault="0027200A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Luanshya</w:t>
            </w:r>
          </w:p>
        </w:tc>
      </w:tr>
      <w:tr w:rsidR="0027200A" w:rsidRPr="00AC0944" w:rsidTr="0027200A">
        <w:trPr>
          <w:trHeight w:val="136"/>
          <w:jc w:val="center"/>
        </w:trPr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spacing w:before="120" w:line="276" w:lineRule="auto"/>
              <w:jc w:val="center"/>
              <w:rPr>
                <w:b/>
                <w:sz w:val="14"/>
                <w:szCs w:val="16"/>
              </w:rPr>
            </w:pPr>
            <w:r w:rsidRPr="008306C9">
              <w:rPr>
                <w:b/>
                <w:sz w:val="16"/>
                <w:szCs w:val="16"/>
                <w:lang w:val="en-US"/>
              </w:rPr>
              <w:t>3,687.72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2,361.74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2,560.01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2,240.32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00A" w:rsidRPr="008306C9" w:rsidRDefault="0027200A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2,269.13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0A" w:rsidRPr="008306C9" w:rsidRDefault="0027200A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2,540.23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0A" w:rsidRPr="008306C9" w:rsidRDefault="0027200A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2,765.92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00A" w:rsidRPr="008306C9" w:rsidRDefault="0027200A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1,612.48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0A" w:rsidRPr="008306C9" w:rsidRDefault="0027200A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2,373.32</w:t>
            </w:r>
          </w:p>
        </w:tc>
      </w:tr>
    </w:tbl>
    <w:p w:rsidR="00FE3EF3" w:rsidRPr="00525A5B" w:rsidRDefault="00FE3EF3" w:rsidP="00020135">
      <w:pPr>
        <w:pStyle w:val="NormalWeb"/>
        <w:spacing w:before="0" w:beforeAutospacing="0" w:after="0" w:afterAutospacing="0"/>
        <w:jc w:val="both"/>
        <w:rPr>
          <w:rStyle w:val="Emphasis"/>
          <w:rFonts w:ascii="Arial Black" w:hAnsi="Arial Black"/>
          <w:b/>
          <w:bCs/>
          <w:i w:val="0"/>
          <w:iCs w:val="0"/>
          <w:sz w:val="10"/>
          <w:szCs w:val="24"/>
          <w:lang w:val="en-US"/>
        </w:rPr>
      </w:pPr>
    </w:p>
    <w:p w:rsidR="00FE3EF3" w:rsidRDefault="00FE3EF3" w:rsidP="00FE3EF3">
      <w:pPr>
        <w:ind w:left="374" w:right="356"/>
        <w:jc w:val="center"/>
        <w:rPr>
          <w:rStyle w:val="Emphasis"/>
          <w:sz w:val="14"/>
          <w:szCs w:val="14"/>
        </w:rPr>
      </w:pPr>
      <w:r w:rsidRPr="007316FE">
        <w:rPr>
          <w:rStyle w:val="Emphasis"/>
          <w:sz w:val="14"/>
          <w:szCs w:val="14"/>
        </w:rPr>
        <w:t>This survey was conducted on</w:t>
      </w:r>
      <w:r w:rsidRPr="007316FE">
        <w:rPr>
          <w:rStyle w:val="Emphasis"/>
          <w:b/>
          <w:sz w:val="14"/>
          <w:szCs w:val="14"/>
        </w:rPr>
        <w:t xml:space="preserve"> </w:t>
      </w:r>
      <w:r w:rsidR="00211AD3" w:rsidRPr="00057B60">
        <w:rPr>
          <w:rStyle w:val="Emphasis"/>
          <w:b/>
          <w:sz w:val="14"/>
          <w:szCs w:val="14"/>
        </w:rPr>
        <w:t>2</w:t>
      </w:r>
      <w:r w:rsidR="0027200A">
        <w:rPr>
          <w:rStyle w:val="Emphasis"/>
          <w:b/>
          <w:sz w:val="14"/>
          <w:szCs w:val="14"/>
        </w:rPr>
        <w:t>7</w:t>
      </w:r>
      <w:r w:rsidR="00211AD3" w:rsidRPr="00057B60">
        <w:rPr>
          <w:rStyle w:val="Emphasis"/>
          <w:b/>
          <w:sz w:val="14"/>
          <w:szCs w:val="14"/>
          <w:vertAlign w:val="superscript"/>
        </w:rPr>
        <w:t>th</w:t>
      </w:r>
      <w:r w:rsidR="00211AD3" w:rsidRPr="00057B60">
        <w:rPr>
          <w:rStyle w:val="Emphasis"/>
          <w:b/>
          <w:sz w:val="14"/>
          <w:szCs w:val="14"/>
        </w:rPr>
        <w:t xml:space="preserve"> to </w:t>
      </w:r>
      <w:r w:rsidR="0027200A">
        <w:rPr>
          <w:rStyle w:val="Emphasis"/>
          <w:b/>
          <w:sz w:val="14"/>
          <w:szCs w:val="14"/>
        </w:rPr>
        <w:t>30</w:t>
      </w:r>
      <w:r w:rsidR="00211AD3" w:rsidRPr="00057B60">
        <w:rPr>
          <w:rStyle w:val="Emphasis"/>
          <w:b/>
          <w:sz w:val="14"/>
          <w:szCs w:val="14"/>
          <w:vertAlign w:val="superscript"/>
        </w:rPr>
        <w:t>th</w:t>
      </w:r>
      <w:r w:rsidR="00211AD3" w:rsidRPr="00057B60">
        <w:rPr>
          <w:rStyle w:val="Emphasis"/>
          <w:b/>
          <w:sz w:val="14"/>
          <w:szCs w:val="14"/>
        </w:rPr>
        <w:t xml:space="preserve"> </w:t>
      </w:r>
      <w:r w:rsidR="0027200A">
        <w:rPr>
          <w:rStyle w:val="Emphasis"/>
          <w:b/>
          <w:sz w:val="14"/>
          <w:szCs w:val="14"/>
        </w:rPr>
        <w:t>March</w:t>
      </w:r>
      <w:r w:rsidR="00211AD3" w:rsidRPr="00057B60">
        <w:rPr>
          <w:rStyle w:val="Emphasis"/>
          <w:b/>
          <w:sz w:val="14"/>
          <w:szCs w:val="14"/>
        </w:rPr>
        <w:t>, 2014</w:t>
      </w:r>
      <w:r w:rsidRPr="007316FE">
        <w:rPr>
          <w:rStyle w:val="Emphasis"/>
          <w:b/>
          <w:sz w:val="14"/>
          <w:szCs w:val="14"/>
        </w:rPr>
        <w:t xml:space="preserve"> </w:t>
      </w:r>
      <w:r w:rsidRPr="007316FE">
        <w:rPr>
          <w:rStyle w:val="Emphasis"/>
          <w:sz w:val="14"/>
          <w:szCs w:val="14"/>
        </w:rPr>
        <w:t xml:space="preserve">by the Social </w:t>
      </w:r>
      <w:r w:rsidR="00211AD3" w:rsidRPr="007316FE">
        <w:rPr>
          <w:rStyle w:val="Emphasis"/>
          <w:sz w:val="14"/>
          <w:szCs w:val="14"/>
        </w:rPr>
        <w:t xml:space="preserve">and Economic Development </w:t>
      </w:r>
      <w:r w:rsidRPr="007316FE">
        <w:rPr>
          <w:rStyle w:val="Emphasis"/>
          <w:sz w:val="14"/>
          <w:szCs w:val="14"/>
        </w:rPr>
        <w:t xml:space="preserve">Programme of the Jesuit Centre for Theological Reflection.  Average prices were calculated on the basis of surveys conducted at Kapata Market, </w:t>
      </w:r>
      <w:proofErr w:type="gramStart"/>
      <w:r w:rsidRPr="007316FE">
        <w:rPr>
          <w:rStyle w:val="Emphasis"/>
          <w:sz w:val="14"/>
          <w:szCs w:val="14"/>
        </w:rPr>
        <w:t>Saturday  Market</w:t>
      </w:r>
      <w:proofErr w:type="gramEnd"/>
      <w:r w:rsidRPr="007316FE">
        <w:rPr>
          <w:rStyle w:val="Emphasis"/>
          <w:sz w:val="14"/>
          <w:szCs w:val="14"/>
        </w:rPr>
        <w:t xml:space="preserve">, </w:t>
      </w:r>
      <w:proofErr w:type="spellStart"/>
      <w:r w:rsidRPr="007316FE">
        <w:rPr>
          <w:rStyle w:val="Emphasis"/>
          <w:sz w:val="14"/>
          <w:szCs w:val="14"/>
        </w:rPr>
        <w:t>Navutika</w:t>
      </w:r>
      <w:proofErr w:type="spellEnd"/>
      <w:r w:rsidRPr="007316FE">
        <w:rPr>
          <w:rStyle w:val="Emphasis"/>
          <w:sz w:val="14"/>
          <w:szCs w:val="14"/>
        </w:rPr>
        <w:t xml:space="preserve"> Market, </w:t>
      </w:r>
      <w:proofErr w:type="spellStart"/>
      <w:r w:rsidRPr="007316FE">
        <w:rPr>
          <w:rStyle w:val="Emphasis"/>
          <w:sz w:val="14"/>
          <w:szCs w:val="14"/>
        </w:rPr>
        <w:t>Kaumbwe</w:t>
      </w:r>
      <w:proofErr w:type="spellEnd"/>
      <w:r w:rsidRPr="007316FE">
        <w:rPr>
          <w:rStyle w:val="Emphasis"/>
          <w:sz w:val="14"/>
          <w:szCs w:val="14"/>
        </w:rPr>
        <w:t xml:space="preserve"> Market, Magazine Market and Shoprite.  </w:t>
      </w:r>
      <w:proofErr w:type="gramStart"/>
      <w:r w:rsidRPr="007316FE">
        <w:rPr>
          <w:rStyle w:val="Emphasis"/>
          <w:sz w:val="14"/>
          <w:szCs w:val="14"/>
        </w:rPr>
        <w:t xml:space="preserve">Additional information was obtained from ZESCO, the Eastern Province water and Sewerage Company and </w:t>
      </w:r>
      <w:r w:rsidRPr="00057B60">
        <w:rPr>
          <w:rStyle w:val="Emphasis"/>
          <w:sz w:val="14"/>
          <w:szCs w:val="14"/>
        </w:rPr>
        <w:t>schools, clinics and houses around Chipata.</w:t>
      </w:r>
      <w:proofErr w:type="gramEnd"/>
      <w:r w:rsidRPr="00057B60">
        <w:rPr>
          <w:rStyle w:val="Emphasis"/>
          <w:sz w:val="14"/>
          <w:szCs w:val="14"/>
        </w:rPr>
        <w:t xml:space="preserve">  </w:t>
      </w:r>
      <w:r w:rsidR="00A914FB" w:rsidRPr="00057B60">
        <w:rPr>
          <w:rStyle w:val="Emphasis"/>
          <w:sz w:val="14"/>
          <w:szCs w:val="14"/>
        </w:rPr>
        <w:t xml:space="preserve">The </w:t>
      </w:r>
      <w:r w:rsidR="0027200A">
        <w:rPr>
          <w:rStyle w:val="Emphasis"/>
          <w:sz w:val="14"/>
          <w:szCs w:val="14"/>
        </w:rPr>
        <w:t>March</w:t>
      </w:r>
      <w:r w:rsidR="00211AD3" w:rsidRPr="00057B60">
        <w:rPr>
          <w:rStyle w:val="Emphasis"/>
          <w:sz w:val="14"/>
          <w:szCs w:val="14"/>
        </w:rPr>
        <w:t xml:space="preserve"> </w:t>
      </w:r>
      <w:r w:rsidR="00226030" w:rsidRPr="00057B60">
        <w:rPr>
          <w:rStyle w:val="Emphasis"/>
          <w:sz w:val="14"/>
          <w:szCs w:val="14"/>
        </w:rPr>
        <w:t xml:space="preserve">Basic Needs Basket is approximately </w:t>
      </w:r>
      <w:r w:rsidR="00226030" w:rsidRPr="00057B60">
        <w:rPr>
          <w:rStyle w:val="Emphasis"/>
          <w:b/>
          <w:bCs/>
          <w:sz w:val="14"/>
          <w:szCs w:val="14"/>
        </w:rPr>
        <w:t>US$</w:t>
      </w:r>
      <w:r w:rsidR="0027200A">
        <w:rPr>
          <w:rStyle w:val="Emphasis"/>
          <w:b/>
          <w:bCs/>
          <w:sz w:val="14"/>
          <w:szCs w:val="14"/>
        </w:rPr>
        <w:t>36</w:t>
      </w:r>
      <w:r w:rsidR="00057B60" w:rsidRPr="00057B60">
        <w:rPr>
          <w:rStyle w:val="Emphasis"/>
          <w:b/>
          <w:bCs/>
          <w:sz w:val="14"/>
          <w:szCs w:val="14"/>
        </w:rPr>
        <w:t>4 based</w:t>
      </w:r>
      <w:r w:rsidR="00226030" w:rsidRPr="00057B60">
        <w:rPr>
          <w:rStyle w:val="Emphasis"/>
          <w:sz w:val="14"/>
          <w:szCs w:val="14"/>
        </w:rPr>
        <w:t xml:space="preserve"> u</w:t>
      </w:r>
      <w:r w:rsidR="001A18EC" w:rsidRPr="00057B60">
        <w:rPr>
          <w:rStyle w:val="Emphasis"/>
          <w:sz w:val="14"/>
          <w:szCs w:val="14"/>
        </w:rPr>
        <w:t>pon the</w:t>
      </w:r>
      <w:r w:rsidR="000B539C" w:rsidRPr="00057B60">
        <w:rPr>
          <w:rStyle w:val="Emphasis"/>
          <w:sz w:val="14"/>
          <w:szCs w:val="14"/>
        </w:rPr>
        <w:t xml:space="preserve"> average exchange rate of </w:t>
      </w:r>
      <w:r w:rsidR="00057B60" w:rsidRPr="00057B60">
        <w:rPr>
          <w:rStyle w:val="Emphasis"/>
          <w:b/>
          <w:sz w:val="14"/>
          <w:szCs w:val="14"/>
        </w:rPr>
        <w:t xml:space="preserve">K </w:t>
      </w:r>
      <w:r w:rsidR="0027200A">
        <w:rPr>
          <w:rStyle w:val="Emphasis"/>
          <w:b/>
          <w:sz w:val="14"/>
          <w:szCs w:val="14"/>
        </w:rPr>
        <w:t>6</w:t>
      </w:r>
      <w:r w:rsidR="00057B60" w:rsidRPr="00057B60">
        <w:rPr>
          <w:rStyle w:val="Emphasis"/>
          <w:b/>
          <w:sz w:val="14"/>
          <w:szCs w:val="14"/>
        </w:rPr>
        <w:t>.</w:t>
      </w:r>
      <w:r w:rsidR="0027200A">
        <w:rPr>
          <w:rStyle w:val="Emphasis"/>
          <w:b/>
          <w:sz w:val="14"/>
          <w:szCs w:val="14"/>
        </w:rPr>
        <w:t>2388</w:t>
      </w:r>
      <w:r w:rsidR="000B539C" w:rsidRPr="007316FE">
        <w:rPr>
          <w:rStyle w:val="Emphasis"/>
          <w:b/>
          <w:sz w:val="14"/>
          <w:szCs w:val="14"/>
        </w:rPr>
        <w:t xml:space="preserve"> </w:t>
      </w:r>
      <w:r w:rsidR="00226030" w:rsidRPr="007316FE">
        <w:rPr>
          <w:rStyle w:val="Emphasis"/>
          <w:sz w:val="14"/>
          <w:szCs w:val="14"/>
        </w:rPr>
        <w:t>per US</w:t>
      </w:r>
      <w:r w:rsidR="00226030" w:rsidRPr="007316FE">
        <w:rPr>
          <w:rStyle w:val="Emphasis"/>
          <w:b/>
          <w:bCs/>
          <w:sz w:val="14"/>
          <w:szCs w:val="14"/>
        </w:rPr>
        <w:t>$</w:t>
      </w:r>
      <w:r w:rsidR="00226030" w:rsidRPr="007316FE">
        <w:rPr>
          <w:rStyle w:val="Emphasis"/>
          <w:sz w:val="14"/>
          <w:szCs w:val="14"/>
        </w:rPr>
        <w:t xml:space="preserve"> prevailing on </w:t>
      </w:r>
      <w:r w:rsidR="00057B60" w:rsidRPr="00057B60">
        <w:rPr>
          <w:rStyle w:val="Emphasis"/>
          <w:sz w:val="14"/>
          <w:szCs w:val="14"/>
        </w:rPr>
        <w:t>2</w:t>
      </w:r>
      <w:r w:rsidR="0027200A">
        <w:rPr>
          <w:rStyle w:val="Emphasis"/>
          <w:sz w:val="14"/>
          <w:szCs w:val="14"/>
        </w:rPr>
        <w:t>7</w:t>
      </w:r>
      <w:r w:rsidR="00057B60" w:rsidRPr="00057B60">
        <w:rPr>
          <w:rStyle w:val="Emphasis"/>
          <w:sz w:val="14"/>
          <w:szCs w:val="14"/>
          <w:vertAlign w:val="superscript"/>
        </w:rPr>
        <w:t>th</w:t>
      </w:r>
      <w:r w:rsidR="00057B60" w:rsidRPr="00057B60">
        <w:rPr>
          <w:rStyle w:val="Emphasis"/>
          <w:sz w:val="14"/>
          <w:szCs w:val="14"/>
        </w:rPr>
        <w:t>, 2</w:t>
      </w:r>
      <w:r w:rsidR="0027200A">
        <w:rPr>
          <w:rStyle w:val="Emphasis"/>
          <w:sz w:val="14"/>
          <w:szCs w:val="14"/>
        </w:rPr>
        <w:t>8</w:t>
      </w:r>
      <w:r w:rsidR="00057B60" w:rsidRPr="00057B60">
        <w:rPr>
          <w:rStyle w:val="Emphasis"/>
          <w:sz w:val="14"/>
          <w:szCs w:val="14"/>
          <w:vertAlign w:val="superscript"/>
        </w:rPr>
        <w:t>th</w:t>
      </w:r>
      <w:r w:rsidR="0027200A">
        <w:rPr>
          <w:rStyle w:val="Emphasis"/>
          <w:sz w:val="14"/>
          <w:szCs w:val="14"/>
        </w:rPr>
        <w:t xml:space="preserve">, </w:t>
      </w:r>
      <w:r w:rsidR="00211AD3" w:rsidRPr="00057B60">
        <w:rPr>
          <w:rStyle w:val="Emphasis"/>
          <w:sz w:val="14"/>
          <w:szCs w:val="14"/>
        </w:rPr>
        <w:t>2</w:t>
      </w:r>
      <w:r w:rsidR="0027200A">
        <w:rPr>
          <w:rStyle w:val="Emphasis"/>
          <w:sz w:val="14"/>
          <w:szCs w:val="14"/>
        </w:rPr>
        <w:t>9</w:t>
      </w:r>
      <w:r w:rsidR="00211AD3" w:rsidRPr="00057B60">
        <w:rPr>
          <w:rStyle w:val="Emphasis"/>
          <w:sz w:val="14"/>
          <w:szCs w:val="14"/>
          <w:vertAlign w:val="superscript"/>
        </w:rPr>
        <w:t>th</w:t>
      </w:r>
      <w:r w:rsidR="00211AD3" w:rsidRPr="00057B60">
        <w:rPr>
          <w:rStyle w:val="Emphasis"/>
          <w:sz w:val="14"/>
          <w:szCs w:val="14"/>
        </w:rPr>
        <w:t xml:space="preserve"> to </w:t>
      </w:r>
      <w:r w:rsidR="0027200A">
        <w:rPr>
          <w:rStyle w:val="Emphasis"/>
          <w:sz w:val="14"/>
          <w:szCs w:val="14"/>
        </w:rPr>
        <w:t>30</w:t>
      </w:r>
      <w:r w:rsidR="00211AD3" w:rsidRPr="00057B60">
        <w:rPr>
          <w:rStyle w:val="Emphasis"/>
          <w:sz w:val="14"/>
          <w:szCs w:val="14"/>
          <w:vertAlign w:val="superscript"/>
        </w:rPr>
        <w:t>th</w:t>
      </w:r>
      <w:r w:rsidR="00211AD3" w:rsidRPr="00057B60">
        <w:rPr>
          <w:rStyle w:val="Emphasis"/>
          <w:sz w:val="14"/>
          <w:szCs w:val="14"/>
        </w:rPr>
        <w:t xml:space="preserve"> </w:t>
      </w:r>
      <w:r w:rsidR="0027200A">
        <w:rPr>
          <w:rStyle w:val="Emphasis"/>
          <w:sz w:val="14"/>
          <w:szCs w:val="14"/>
        </w:rPr>
        <w:t>March</w:t>
      </w:r>
      <w:r w:rsidR="00211AD3" w:rsidRPr="00057B60">
        <w:rPr>
          <w:rStyle w:val="Emphasis"/>
          <w:sz w:val="14"/>
          <w:szCs w:val="14"/>
        </w:rPr>
        <w:t>, 2014</w:t>
      </w:r>
      <w:r w:rsidR="000B539C" w:rsidRPr="007316FE">
        <w:rPr>
          <w:rStyle w:val="Emphasis"/>
          <w:sz w:val="14"/>
          <w:szCs w:val="14"/>
        </w:rPr>
        <w:t>.</w:t>
      </w:r>
      <w:r w:rsidR="00226030" w:rsidRPr="007316FE">
        <w:rPr>
          <w:rStyle w:val="Emphasis"/>
          <w:sz w:val="14"/>
          <w:szCs w:val="14"/>
        </w:rPr>
        <w:t xml:space="preserve"> </w:t>
      </w:r>
      <w:r w:rsidRPr="007316FE">
        <w:rPr>
          <w:rStyle w:val="Emphasis"/>
          <w:sz w:val="14"/>
          <w:szCs w:val="14"/>
        </w:rPr>
        <w:t>Please note that other monthly costs would include personal care, clothing, recreation, etc.</w:t>
      </w:r>
    </w:p>
    <w:p w:rsidR="007316FE" w:rsidRPr="007316FE" w:rsidRDefault="007316FE" w:rsidP="00FE3EF3">
      <w:pPr>
        <w:ind w:left="374" w:right="356"/>
        <w:jc w:val="center"/>
        <w:rPr>
          <w:rStyle w:val="Emphasis"/>
          <w:sz w:val="14"/>
          <w:szCs w:val="14"/>
        </w:rPr>
      </w:pPr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Tel: 260-211-290-410 </w:t>
      </w:r>
      <w:r w:rsidRPr="007316FE">
        <w:rPr>
          <w:b/>
          <w:bCs/>
          <w:sz w:val="16"/>
          <w:szCs w:val="16"/>
          <w:lang w:val="fr-FR"/>
        </w:rPr>
        <w:t xml:space="preserve">Fax: 260-211-290-759 E-mail: </w:t>
      </w:r>
      <w:hyperlink r:id="rId4" w:history="1">
        <w:r w:rsidRPr="007316FE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7316FE">
        <w:rPr>
          <w:b/>
          <w:bCs/>
          <w:sz w:val="16"/>
          <w:szCs w:val="16"/>
          <w:lang w:val="fr-FR"/>
        </w:rPr>
        <w:t xml:space="preserve">  Internet: </w:t>
      </w:r>
      <w:hyperlink r:id="rId5" w:history="1">
        <w:r w:rsidRPr="007316FE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Location: 3813 Martin Mwamba Road, Olympia Park, Lusaka </w:t>
      </w:r>
    </w:p>
    <w:sectPr w:rsidR="00FE3EF3" w:rsidRPr="007316FE" w:rsidSect="00FC7340">
      <w:pgSz w:w="11909" w:h="16834" w:code="9"/>
      <w:pgMar w:top="900" w:right="1008" w:bottom="18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defaultTabStop w:val="720"/>
  <w:characterSpacingControl w:val="doNotCompress"/>
  <w:compat/>
  <w:rsids>
    <w:rsidRoot w:val="00F04017"/>
    <w:rsid w:val="000152CD"/>
    <w:rsid w:val="00020135"/>
    <w:rsid w:val="00021321"/>
    <w:rsid w:val="00025D21"/>
    <w:rsid w:val="00057301"/>
    <w:rsid w:val="00057B60"/>
    <w:rsid w:val="000652AE"/>
    <w:rsid w:val="0007779E"/>
    <w:rsid w:val="000A0E4B"/>
    <w:rsid w:val="000A743F"/>
    <w:rsid w:val="000B1D9A"/>
    <w:rsid w:val="000B539C"/>
    <w:rsid w:val="00113690"/>
    <w:rsid w:val="001372C9"/>
    <w:rsid w:val="00154AAA"/>
    <w:rsid w:val="00180906"/>
    <w:rsid w:val="00180941"/>
    <w:rsid w:val="0019048C"/>
    <w:rsid w:val="001A18EC"/>
    <w:rsid w:val="001B54ED"/>
    <w:rsid w:val="001C1B4E"/>
    <w:rsid w:val="001E7675"/>
    <w:rsid w:val="00211AD3"/>
    <w:rsid w:val="00222B45"/>
    <w:rsid w:val="00226030"/>
    <w:rsid w:val="00265476"/>
    <w:rsid w:val="0027200A"/>
    <w:rsid w:val="00281AC5"/>
    <w:rsid w:val="00286C03"/>
    <w:rsid w:val="002C6181"/>
    <w:rsid w:val="002D2444"/>
    <w:rsid w:val="002D59BF"/>
    <w:rsid w:val="002E63E1"/>
    <w:rsid w:val="002F2497"/>
    <w:rsid w:val="002F39BA"/>
    <w:rsid w:val="002F5C06"/>
    <w:rsid w:val="003207F7"/>
    <w:rsid w:val="0035083B"/>
    <w:rsid w:val="003600E7"/>
    <w:rsid w:val="00382444"/>
    <w:rsid w:val="0038301F"/>
    <w:rsid w:val="003A1F74"/>
    <w:rsid w:val="003C12E6"/>
    <w:rsid w:val="003C2615"/>
    <w:rsid w:val="003E162A"/>
    <w:rsid w:val="003F019C"/>
    <w:rsid w:val="004017C9"/>
    <w:rsid w:val="00422229"/>
    <w:rsid w:val="00422FB3"/>
    <w:rsid w:val="00424A09"/>
    <w:rsid w:val="0044589D"/>
    <w:rsid w:val="00446355"/>
    <w:rsid w:val="00482047"/>
    <w:rsid w:val="004B2B7A"/>
    <w:rsid w:val="004E780D"/>
    <w:rsid w:val="004F58D0"/>
    <w:rsid w:val="005100B8"/>
    <w:rsid w:val="00515A93"/>
    <w:rsid w:val="005207FD"/>
    <w:rsid w:val="0052083B"/>
    <w:rsid w:val="00521CF6"/>
    <w:rsid w:val="00525A5B"/>
    <w:rsid w:val="0055298E"/>
    <w:rsid w:val="005552D9"/>
    <w:rsid w:val="00565F1B"/>
    <w:rsid w:val="005A094F"/>
    <w:rsid w:val="005D04D7"/>
    <w:rsid w:val="005D0618"/>
    <w:rsid w:val="006023BB"/>
    <w:rsid w:val="0061628F"/>
    <w:rsid w:val="00626360"/>
    <w:rsid w:val="006525AF"/>
    <w:rsid w:val="00653529"/>
    <w:rsid w:val="006558E7"/>
    <w:rsid w:val="006720B4"/>
    <w:rsid w:val="006766C2"/>
    <w:rsid w:val="00695D54"/>
    <w:rsid w:val="006A7F0F"/>
    <w:rsid w:val="006C3EA0"/>
    <w:rsid w:val="006E76EF"/>
    <w:rsid w:val="006F2CCE"/>
    <w:rsid w:val="006F5288"/>
    <w:rsid w:val="0070245E"/>
    <w:rsid w:val="00715B90"/>
    <w:rsid w:val="007253C6"/>
    <w:rsid w:val="00726810"/>
    <w:rsid w:val="007273AD"/>
    <w:rsid w:val="007316FE"/>
    <w:rsid w:val="007458EE"/>
    <w:rsid w:val="0075523E"/>
    <w:rsid w:val="00776983"/>
    <w:rsid w:val="007C154A"/>
    <w:rsid w:val="008A37EA"/>
    <w:rsid w:val="008A5616"/>
    <w:rsid w:val="008A7094"/>
    <w:rsid w:val="008B099D"/>
    <w:rsid w:val="008C17C9"/>
    <w:rsid w:val="008C7635"/>
    <w:rsid w:val="00904213"/>
    <w:rsid w:val="00913024"/>
    <w:rsid w:val="009552BC"/>
    <w:rsid w:val="009768B4"/>
    <w:rsid w:val="00993122"/>
    <w:rsid w:val="009A6EF8"/>
    <w:rsid w:val="009D3C22"/>
    <w:rsid w:val="00A143EA"/>
    <w:rsid w:val="00A24273"/>
    <w:rsid w:val="00A33DE4"/>
    <w:rsid w:val="00A52D5E"/>
    <w:rsid w:val="00A70C77"/>
    <w:rsid w:val="00A77047"/>
    <w:rsid w:val="00A914FB"/>
    <w:rsid w:val="00A928C9"/>
    <w:rsid w:val="00A935E5"/>
    <w:rsid w:val="00AB4981"/>
    <w:rsid w:val="00AC0404"/>
    <w:rsid w:val="00AD4459"/>
    <w:rsid w:val="00AE06C2"/>
    <w:rsid w:val="00AF5C95"/>
    <w:rsid w:val="00B21B54"/>
    <w:rsid w:val="00B81124"/>
    <w:rsid w:val="00C03D3E"/>
    <w:rsid w:val="00C05A54"/>
    <w:rsid w:val="00C4198E"/>
    <w:rsid w:val="00C5235F"/>
    <w:rsid w:val="00C760C6"/>
    <w:rsid w:val="00C977A9"/>
    <w:rsid w:val="00CA1D9E"/>
    <w:rsid w:val="00CC268E"/>
    <w:rsid w:val="00CD311A"/>
    <w:rsid w:val="00D24C99"/>
    <w:rsid w:val="00D621B6"/>
    <w:rsid w:val="00D870E5"/>
    <w:rsid w:val="00D90039"/>
    <w:rsid w:val="00D94A67"/>
    <w:rsid w:val="00D951F5"/>
    <w:rsid w:val="00DA050D"/>
    <w:rsid w:val="00DA53BA"/>
    <w:rsid w:val="00DB0F06"/>
    <w:rsid w:val="00DE3AFE"/>
    <w:rsid w:val="00DF7636"/>
    <w:rsid w:val="00E32A3A"/>
    <w:rsid w:val="00E41DAF"/>
    <w:rsid w:val="00E50E11"/>
    <w:rsid w:val="00E50E82"/>
    <w:rsid w:val="00E555C3"/>
    <w:rsid w:val="00E874D4"/>
    <w:rsid w:val="00EB1088"/>
    <w:rsid w:val="00EB2D6B"/>
    <w:rsid w:val="00EE6109"/>
    <w:rsid w:val="00EF226E"/>
    <w:rsid w:val="00F04017"/>
    <w:rsid w:val="00F52E23"/>
    <w:rsid w:val="00F64450"/>
    <w:rsid w:val="00F77359"/>
    <w:rsid w:val="00F95E0E"/>
    <w:rsid w:val="00FA34CE"/>
    <w:rsid w:val="00FC6EC2"/>
    <w:rsid w:val="00FC7340"/>
    <w:rsid w:val="00FE3EF3"/>
    <w:rsid w:val="00FE4140"/>
    <w:rsid w:val="00FF0304"/>
    <w:rsid w:val="00FF10A0"/>
    <w:rsid w:val="00FF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EF3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FE3EF3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FE3EF3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FE3EF3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FE3EF3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E3EF3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FE3EF3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FE3EF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FE3EF3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FE3EF3"/>
    <w:rPr>
      <w:color w:val="0000FF"/>
      <w:u w:val="single"/>
    </w:rPr>
  </w:style>
  <w:style w:type="paragraph" w:styleId="NormalWeb">
    <w:name w:val="Normal (Web)"/>
    <w:basedOn w:val="Normal"/>
    <w:rsid w:val="00FE3EF3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FE3EF3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FE3EF3"/>
    <w:rPr>
      <w:b/>
      <w:bCs/>
    </w:rPr>
  </w:style>
  <w:style w:type="paragraph" w:styleId="Title">
    <w:name w:val="Title"/>
    <w:basedOn w:val="Normal"/>
    <w:link w:val="TitleChar"/>
    <w:qFormat/>
    <w:rsid w:val="00FE3EF3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FE3EF3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Chipata%20lat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Chipata latest</Template>
  <TotalTime>58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16</cp:revision>
  <dcterms:created xsi:type="dcterms:W3CDTF">2014-02-11T10:03:00Z</dcterms:created>
  <dcterms:modified xsi:type="dcterms:W3CDTF">2014-06-11T12:53:00Z</dcterms:modified>
</cp:coreProperties>
</file>